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605E9AF-79F0-4DF7-87B6-3EA6E40C92AB}"/>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